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4156D" w14:textId="77777777" w:rsidR="00AD4AEB" w:rsidRPr="00A56AE4" w:rsidRDefault="00965C5E" w:rsidP="00A363BE">
      <w:pPr>
        <w:rPr>
          <w:color w:val="0066FF"/>
          <w:sz w:val="40"/>
          <w:szCs w:val="40"/>
        </w:rPr>
      </w:pPr>
      <w:r w:rsidRPr="00A363BE">
        <w:rPr>
          <w:noProof/>
          <w:color w:val="0066FF"/>
          <w:sz w:val="40"/>
          <w:szCs w:val="40"/>
        </w:rPr>
        <w:drawing>
          <wp:inline distT="0" distB="0" distL="0" distR="0" wp14:anchorId="556AE372" wp14:editId="00A478C4">
            <wp:extent cx="2514600" cy="504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6BC5C" w14:textId="77777777" w:rsidR="00AD4AEB" w:rsidRDefault="00AD4AEB"/>
    <w:p w14:paraId="1FE4CD05" w14:textId="77777777" w:rsidR="00AD4AEB" w:rsidRDefault="00AD4AEB"/>
    <w:p w14:paraId="279A0A1E" w14:textId="77777777" w:rsidR="004834EF" w:rsidRDefault="004834EF"/>
    <w:p w14:paraId="5B82D772" w14:textId="77777777" w:rsidR="004834EF" w:rsidRDefault="004834EF"/>
    <w:p w14:paraId="4590133F" w14:textId="77777777" w:rsidR="004834EF" w:rsidRDefault="004834EF"/>
    <w:p w14:paraId="433F21C4" w14:textId="77777777" w:rsidR="004834EF" w:rsidRDefault="004834EF"/>
    <w:p w14:paraId="67FF39C9" w14:textId="77777777" w:rsidR="004834EF" w:rsidRDefault="004834EF"/>
    <w:p w14:paraId="4558CF34" w14:textId="77777777" w:rsidR="00A363BE" w:rsidRDefault="00A363BE"/>
    <w:p w14:paraId="7B11C90A" w14:textId="77777777" w:rsidR="00A363BE" w:rsidRDefault="0032475C" w:rsidP="0032475C">
      <w:pPr>
        <w:tabs>
          <w:tab w:val="right" w:pos="8364"/>
        </w:tabs>
        <w:spacing w:before="120"/>
        <w:rPr>
          <w:bCs w:val="0"/>
          <w:color w:val="000000"/>
          <w:szCs w:val="24"/>
        </w:rPr>
      </w:pPr>
      <w:r w:rsidRPr="0032475C">
        <w:rPr>
          <w:rFonts w:cs="Arial"/>
          <w:b/>
          <w:sz w:val="56"/>
          <w:szCs w:val="44"/>
        </w:rPr>
        <w:t>MORAVA, RUDA NAD MORAVOU –</w:t>
      </w:r>
      <w:r>
        <w:rPr>
          <w:rFonts w:cs="Arial"/>
          <w:b/>
          <w:sz w:val="56"/>
          <w:szCs w:val="44"/>
        </w:rPr>
        <w:t xml:space="preserve"> </w:t>
      </w:r>
      <w:r w:rsidRPr="0032475C">
        <w:rPr>
          <w:rFonts w:cs="Arial"/>
          <w:b/>
          <w:sz w:val="56"/>
          <w:szCs w:val="44"/>
        </w:rPr>
        <w:t>DOS</w:t>
      </w:r>
      <w:r w:rsidR="002651DF">
        <w:rPr>
          <w:rFonts w:cs="Arial"/>
          <w:b/>
          <w:sz w:val="56"/>
          <w:szCs w:val="44"/>
        </w:rPr>
        <w:t>Y</w:t>
      </w:r>
      <w:r w:rsidRPr="0032475C">
        <w:rPr>
          <w:rFonts w:cs="Arial"/>
          <w:b/>
          <w:sz w:val="56"/>
          <w:szCs w:val="44"/>
        </w:rPr>
        <w:t>PÁNÍ HRÁZE</w:t>
      </w:r>
    </w:p>
    <w:p w14:paraId="745A8BF3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50B7EB47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3AC9E254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DFC7AB1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09FBD1C3" w14:textId="6A3C90E9" w:rsidR="003414AD" w:rsidRPr="004834EF" w:rsidRDefault="007A2336" w:rsidP="00AC1F33">
      <w:pPr>
        <w:pStyle w:val="Nadpis4"/>
        <w:rPr>
          <w:rFonts w:cs="Arial"/>
          <w:sz w:val="56"/>
          <w:szCs w:val="44"/>
        </w:rPr>
      </w:pPr>
      <w:r>
        <w:rPr>
          <w:rFonts w:cs="Arial"/>
          <w:sz w:val="56"/>
          <w:szCs w:val="44"/>
        </w:rPr>
        <w:t>H</w:t>
      </w:r>
      <w:r w:rsidR="002651DF">
        <w:rPr>
          <w:rFonts w:cs="Arial"/>
          <w:sz w:val="56"/>
          <w:szCs w:val="44"/>
        </w:rPr>
        <w:t>.</w:t>
      </w:r>
      <w:r>
        <w:rPr>
          <w:rFonts w:cs="Arial"/>
          <w:sz w:val="56"/>
          <w:szCs w:val="44"/>
        </w:rPr>
        <w:t>PROPOČET NÁKLADŮ DLE OBJEKTŮ</w:t>
      </w:r>
    </w:p>
    <w:p w14:paraId="1CAAEA40" w14:textId="1568C1BB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3E96CDE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4336150D" w14:textId="6886C4B1" w:rsidR="00695C0A" w:rsidRDefault="00695C0A" w:rsidP="00695C0A">
      <w:pPr>
        <w:pStyle w:val="titulVD"/>
        <w:spacing w:before="0"/>
        <w:ind w:firstLine="0"/>
        <w:jc w:val="left"/>
        <w:rPr>
          <w:caps w:val="0"/>
          <w:sz w:val="28"/>
        </w:rPr>
      </w:pPr>
      <w:r>
        <w:rPr>
          <w:sz w:val="32"/>
        </w:rPr>
        <w:t>OCENĚNÝ</w:t>
      </w:r>
    </w:p>
    <w:p w14:paraId="0D0275C4" w14:textId="448D8BD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326C9002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09DD7239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0F73B1DA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47AB410" w14:textId="77777777"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525AA8AC" w14:textId="77777777"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7B05A6AC" w14:textId="25402A43" w:rsidR="00AD4AEB" w:rsidRDefault="00902BF3">
      <w:pPr>
        <w:tabs>
          <w:tab w:val="right" w:pos="8364"/>
        </w:tabs>
        <w:spacing w:before="120"/>
        <w:rPr>
          <w:b/>
          <w:bCs w:val="0"/>
          <w:color w:val="000000"/>
          <w:sz w:val="40"/>
          <w:szCs w:val="40"/>
        </w:rPr>
      </w:pPr>
      <w:r>
        <w:rPr>
          <w:bCs w:val="0"/>
          <w:color w:val="000000"/>
          <w:sz w:val="32"/>
        </w:rPr>
        <w:t xml:space="preserve">V Brně, </w:t>
      </w:r>
      <w:r w:rsidR="00581E35">
        <w:rPr>
          <w:bCs w:val="0"/>
          <w:color w:val="000000"/>
          <w:sz w:val="32"/>
        </w:rPr>
        <w:t>1</w:t>
      </w:r>
      <w:r w:rsidR="007A2336">
        <w:rPr>
          <w:bCs w:val="0"/>
          <w:color w:val="000000"/>
          <w:sz w:val="32"/>
        </w:rPr>
        <w:t>1</w:t>
      </w:r>
      <w:r w:rsidR="006106DA">
        <w:rPr>
          <w:bCs w:val="0"/>
          <w:color w:val="000000"/>
          <w:sz w:val="32"/>
        </w:rPr>
        <w:t>/20</w:t>
      </w:r>
      <w:r w:rsidR="004834EF">
        <w:rPr>
          <w:bCs w:val="0"/>
          <w:color w:val="000000"/>
          <w:sz w:val="32"/>
        </w:rPr>
        <w:t>20</w:t>
      </w:r>
      <w:r w:rsidR="002651DF">
        <w:rPr>
          <w:bCs w:val="0"/>
          <w:color w:val="000000"/>
          <w:sz w:val="32"/>
        </w:rPr>
        <w:tab/>
      </w:r>
      <w:r w:rsidR="00AD4AEB">
        <w:rPr>
          <w:bCs w:val="0"/>
          <w:color w:val="000000"/>
          <w:sz w:val="32"/>
        </w:rPr>
        <w:t>Výtisk č.</w:t>
      </w:r>
      <w:r w:rsidR="00E1315B">
        <w:rPr>
          <w:bCs w:val="0"/>
          <w:sz w:val="28"/>
        </w:rPr>
        <w:t xml:space="preserve"> </w:t>
      </w:r>
    </w:p>
    <w:p w14:paraId="22D80CAC" w14:textId="77777777" w:rsidR="006106DA" w:rsidRDefault="006106DA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  <w:r>
        <w:rPr>
          <w:b/>
          <w:bCs w:val="0"/>
          <w:color w:val="000000"/>
          <w:sz w:val="20"/>
        </w:rPr>
        <w:tab/>
      </w:r>
      <w:r>
        <w:rPr>
          <w:bCs w:val="0"/>
          <w:color w:val="000000"/>
          <w:sz w:val="32"/>
        </w:rPr>
        <w:t xml:space="preserve">Archivní číslo </w:t>
      </w:r>
      <w:r w:rsidR="004834EF">
        <w:rPr>
          <w:bCs w:val="0"/>
          <w:color w:val="000000"/>
          <w:sz w:val="32"/>
        </w:rPr>
        <w:t>30</w:t>
      </w:r>
      <w:r w:rsidR="0032475C">
        <w:rPr>
          <w:bCs w:val="0"/>
          <w:color w:val="000000"/>
          <w:sz w:val="32"/>
        </w:rPr>
        <w:t>40</w:t>
      </w:r>
      <w:r w:rsidRPr="00390705">
        <w:rPr>
          <w:bCs w:val="0"/>
          <w:color w:val="000000"/>
          <w:sz w:val="32"/>
        </w:rPr>
        <w:t>/403</w:t>
      </w:r>
    </w:p>
    <w:sectPr w:rsidR="006106DA" w:rsidSect="008D153B">
      <w:pgSz w:w="11906" w:h="16838" w:code="9"/>
      <w:pgMar w:top="1560" w:right="1558" w:bottom="1134" w:left="1701" w:header="708" w:footer="1418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43257" w14:textId="77777777" w:rsidR="000632AE" w:rsidRDefault="000632AE">
      <w:r>
        <w:separator/>
      </w:r>
    </w:p>
  </w:endnote>
  <w:endnote w:type="continuationSeparator" w:id="0">
    <w:p w14:paraId="0EBB2F47" w14:textId="77777777" w:rsidR="000632AE" w:rsidRDefault="0006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99D58" w14:textId="77777777" w:rsidR="000632AE" w:rsidRDefault="000632AE">
      <w:r>
        <w:separator/>
      </w:r>
    </w:p>
  </w:footnote>
  <w:footnote w:type="continuationSeparator" w:id="0">
    <w:p w14:paraId="4B7A706B" w14:textId="77777777" w:rsidR="000632AE" w:rsidRDefault="00063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D47109"/>
    <w:multiLevelType w:val="singleLevel"/>
    <w:tmpl w:val="72E098FA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0A7B22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1564B3D"/>
    <w:multiLevelType w:val="singleLevel"/>
    <w:tmpl w:val="3D00B322"/>
    <w:lvl w:ilvl="0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4" w15:restartNumberingAfterBreak="0">
    <w:nsid w:val="1CA9379C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2F122FB"/>
    <w:multiLevelType w:val="singleLevel"/>
    <w:tmpl w:val="4CDAA2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 w15:restartNumberingAfterBreak="0">
    <w:nsid w:val="25E459D8"/>
    <w:multiLevelType w:val="singleLevel"/>
    <w:tmpl w:val="C6926D1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4D52464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63185DC6"/>
    <w:multiLevelType w:val="singleLevel"/>
    <w:tmpl w:val="3A7C064A"/>
    <w:lvl w:ilvl="0">
      <w:start w:val="1"/>
      <w:numFmt w:val="lowerLetter"/>
      <w:pStyle w:val="Seznamsodrkami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81253AD"/>
    <w:multiLevelType w:val="singleLevel"/>
    <w:tmpl w:val="3014D180"/>
    <w:lvl w:ilvl="0">
      <w:start w:val="1"/>
      <w:numFmt w:val="bullet"/>
      <w:pStyle w:val="odraztex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sz w:val="28"/>
      </w:rPr>
    </w:lvl>
  </w:abstractNum>
  <w:abstractNum w:abstractNumId="10" w15:restartNumberingAfterBreak="0">
    <w:nsid w:val="744A163A"/>
    <w:multiLevelType w:val="singleLevel"/>
    <w:tmpl w:val="CC3A8556"/>
    <w:lvl w:ilvl="0">
      <w:start w:val="9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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33"/>
    <w:rsid w:val="00031B97"/>
    <w:rsid w:val="000632AE"/>
    <w:rsid w:val="0006596C"/>
    <w:rsid w:val="000760D4"/>
    <w:rsid w:val="00087177"/>
    <w:rsid w:val="000B69F2"/>
    <w:rsid w:val="000D4EA1"/>
    <w:rsid w:val="000F0C4A"/>
    <w:rsid w:val="00100E8B"/>
    <w:rsid w:val="001164AC"/>
    <w:rsid w:val="001340BD"/>
    <w:rsid w:val="001D01AC"/>
    <w:rsid w:val="002026F1"/>
    <w:rsid w:val="00211136"/>
    <w:rsid w:val="00220446"/>
    <w:rsid w:val="002253D7"/>
    <w:rsid w:val="002651DF"/>
    <w:rsid w:val="00280A44"/>
    <w:rsid w:val="0028398F"/>
    <w:rsid w:val="002B25B1"/>
    <w:rsid w:val="002D11B0"/>
    <w:rsid w:val="0032475C"/>
    <w:rsid w:val="003414AD"/>
    <w:rsid w:val="00345EF6"/>
    <w:rsid w:val="00390705"/>
    <w:rsid w:val="003979CA"/>
    <w:rsid w:val="003C662D"/>
    <w:rsid w:val="00445205"/>
    <w:rsid w:val="0044695C"/>
    <w:rsid w:val="004834EF"/>
    <w:rsid w:val="004E6C31"/>
    <w:rsid w:val="004F71DF"/>
    <w:rsid w:val="00505B27"/>
    <w:rsid w:val="00565CC9"/>
    <w:rsid w:val="00581C85"/>
    <w:rsid w:val="00581E35"/>
    <w:rsid w:val="00591A64"/>
    <w:rsid w:val="005E28AA"/>
    <w:rsid w:val="00607D4F"/>
    <w:rsid w:val="006106DA"/>
    <w:rsid w:val="0062207A"/>
    <w:rsid w:val="00633D9F"/>
    <w:rsid w:val="00650655"/>
    <w:rsid w:val="00695C0A"/>
    <w:rsid w:val="006A7B46"/>
    <w:rsid w:val="006B0458"/>
    <w:rsid w:val="006B146E"/>
    <w:rsid w:val="006C4070"/>
    <w:rsid w:val="006F51F4"/>
    <w:rsid w:val="00733C0F"/>
    <w:rsid w:val="00736CAA"/>
    <w:rsid w:val="00744835"/>
    <w:rsid w:val="00752670"/>
    <w:rsid w:val="00785E2E"/>
    <w:rsid w:val="007A2336"/>
    <w:rsid w:val="00875F23"/>
    <w:rsid w:val="008824F3"/>
    <w:rsid w:val="008A47AD"/>
    <w:rsid w:val="008C221E"/>
    <w:rsid w:val="008D153B"/>
    <w:rsid w:val="008D3EB3"/>
    <w:rsid w:val="00902265"/>
    <w:rsid w:val="00902BF3"/>
    <w:rsid w:val="00965C5E"/>
    <w:rsid w:val="009B7892"/>
    <w:rsid w:val="009D5AAB"/>
    <w:rsid w:val="00A363BE"/>
    <w:rsid w:val="00A56AE4"/>
    <w:rsid w:val="00A825EB"/>
    <w:rsid w:val="00A95F7C"/>
    <w:rsid w:val="00AA118E"/>
    <w:rsid w:val="00AA16E7"/>
    <w:rsid w:val="00AB751E"/>
    <w:rsid w:val="00AC1F33"/>
    <w:rsid w:val="00AC5D90"/>
    <w:rsid w:val="00AD4AEB"/>
    <w:rsid w:val="00AD6D18"/>
    <w:rsid w:val="00B153D8"/>
    <w:rsid w:val="00B62533"/>
    <w:rsid w:val="00B651F2"/>
    <w:rsid w:val="00C70E03"/>
    <w:rsid w:val="00D35AA2"/>
    <w:rsid w:val="00D428A6"/>
    <w:rsid w:val="00D5021C"/>
    <w:rsid w:val="00D54C25"/>
    <w:rsid w:val="00D56632"/>
    <w:rsid w:val="00D57928"/>
    <w:rsid w:val="00D67575"/>
    <w:rsid w:val="00DA1C7A"/>
    <w:rsid w:val="00DF119B"/>
    <w:rsid w:val="00DF5453"/>
    <w:rsid w:val="00E10660"/>
    <w:rsid w:val="00E1315B"/>
    <w:rsid w:val="00E155F1"/>
    <w:rsid w:val="00E60C8C"/>
    <w:rsid w:val="00EB24BA"/>
    <w:rsid w:val="00ED1A36"/>
    <w:rsid w:val="00EE67FC"/>
    <w:rsid w:val="00EF51CF"/>
    <w:rsid w:val="00F762E6"/>
    <w:rsid w:val="00F90A28"/>
    <w:rsid w:val="00F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DC11C0"/>
  <w15:docId w15:val="{60EC2C4A-1E35-4558-B28B-CA14D24A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153B"/>
    <w:rPr>
      <w:rFonts w:ascii="Arial" w:hAnsi="Arial"/>
      <w:bCs/>
      <w:color w:val="003399"/>
      <w:sz w:val="24"/>
    </w:rPr>
  </w:style>
  <w:style w:type="paragraph" w:styleId="Nadpis1">
    <w:name w:val="heading 1"/>
    <w:basedOn w:val="Normln"/>
    <w:next w:val="Normln"/>
    <w:qFormat/>
    <w:rsid w:val="008D153B"/>
    <w:pPr>
      <w:keepNext/>
      <w:spacing w:before="240" w:after="120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8D153B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8D153B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8D153B"/>
    <w:pPr>
      <w:keepNext/>
      <w:spacing w:before="120"/>
      <w:outlineLvl w:val="3"/>
    </w:pPr>
    <w:rPr>
      <w:b/>
      <w:sz w:val="72"/>
    </w:rPr>
  </w:style>
  <w:style w:type="paragraph" w:styleId="Nadpis5">
    <w:name w:val="heading 5"/>
    <w:basedOn w:val="Normln"/>
    <w:next w:val="Normln"/>
    <w:qFormat/>
    <w:rsid w:val="008D153B"/>
    <w:pPr>
      <w:keepNext/>
      <w:spacing w:before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15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153B"/>
    <w:pPr>
      <w:framePr w:hSpace="142" w:vSpace="142" w:wrap="around" w:vAnchor="text" w:hAnchor="text" w:y="1"/>
      <w:pBdr>
        <w:top w:val="single" w:sz="4" w:space="1" w:color="auto"/>
      </w:pBd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D153B"/>
    <w:pPr>
      <w:spacing w:before="56" w:after="113"/>
      <w:ind w:firstLine="850"/>
      <w:jc w:val="both"/>
    </w:pPr>
    <w:rPr>
      <w:color w:val="000000"/>
    </w:rPr>
  </w:style>
  <w:style w:type="paragraph" w:customStyle="1" w:styleId="dka">
    <w:name w:val="Řádka"/>
    <w:rsid w:val="008D153B"/>
    <w:pPr>
      <w:jc w:val="both"/>
    </w:pPr>
    <w:rPr>
      <w:color w:val="000000"/>
      <w:sz w:val="24"/>
    </w:rPr>
  </w:style>
  <w:style w:type="paragraph" w:styleId="Textkomente">
    <w:name w:val="annotation text"/>
    <w:basedOn w:val="Normln"/>
    <w:semiHidden/>
    <w:rsid w:val="008D153B"/>
    <w:pPr>
      <w:framePr w:hSpace="142" w:vSpace="142" w:wrap="around" w:vAnchor="text" w:hAnchor="text" w:y="1"/>
      <w:spacing w:after="60"/>
      <w:jc w:val="both"/>
    </w:pPr>
    <w:rPr>
      <w:i/>
      <w:sz w:val="22"/>
    </w:rPr>
  </w:style>
  <w:style w:type="paragraph" w:styleId="Seznamsodrkami">
    <w:name w:val="List Bullet"/>
    <w:basedOn w:val="Normln"/>
    <w:semiHidden/>
    <w:rsid w:val="008D153B"/>
    <w:pPr>
      <w:numPr>
        <w:numId w:val="12"/>
      </w:numPr>
      <w:spacing w:before="120" w:after="120"/>
    </w:pPr>
  </w:style>
  <w:style w:type="paragraph" w:styleId="Seznamsodrkami2">
    <w:name w:val="List Bullet 2"/>
    <w:basedOn w:val="Normln"/>
    <w:semiHidden/>
    <w:rsid w:val="008D153B"/>
    <w:pPr>
      <w:numPr>
        <w:numId w:val="9"/>
      </w:numPr>
      <w:jc w:val="both"/>
    </w:pPr>
    <w:rPr>
      <w:b/>
    </w:rPr>
  </w:style>
  <w:style w:type="paragraph" w:customStyle="1" w:styleId="dkamal">
    <w:name w:val="řádka malá"/>
    <w:basedOn w:val="dka"/>
    <w:next w:val="dka"/>
    <w:rsid w:val="008D153B"/>
    <w:pPr>
      <w:jc w:val="left"/>
    </w:pPr>
    <w:rPr>
      <w:sz w:val="20"/>
    </w:rPr>
  </w:style>
  <w:style w:type="paragraph" w:styleId="Podnadpis">
    <w:name w:val="Subtitle"/>
    <w:rsid w:val="008D153B"/>
    <w:pPr>
      <w:ind w:left="396" w:right="737"/>
    </w:pPr>
    <w:rPr>
      <w:rFonts w:ascii="Arial" w:hAnsi="Arial"/>
      <w:b/>
      <w:color w:val="000000"/>
    </w:rPr>
  </w:style>
  <w:style w:type="character" w:styleId="Znakapoznpodarou">
    <w:name w:val="footnote reference"/>
    <w:semiHidden/>
    <w:rsid w:val="008D153B"/>
    <w:rPr>
      <w:position w:val="6"/>
      <w:sz w:val="16"/>
    </w:rPr>
  </w:style>
  <w:style w:type="paragraph" w:customStyle="1" w:styleId="Adresa">
    <w:name w:val="Adresa"/>
    <w:basedOn w:val="Normln"/>
    <w:rsid w:val="008D153B"/>
    <w:pPr>
      <w:framePr w:w="3874" w:h="1300" w:hSpace="141" w:wrap="around" w:vAnchor="text" w:hAnchor="page" w:x="6248" w:y="26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4"/>
    </w:pPr>
    <w:rPr>
      <w:b/>
    </w:rPr>
  </w:style>
  <w:style w:type="paragraph" w:customStyle="1" w:styleId="odraztext">
    <w:name w:val="odraz text"/>
    <w:rsid w:val="008D153B"/>
    <w:pPr>
      <w:numPr>
        <w:numId w:val="13"/>
      </w:numPr>
      <w:spacing w:before="60" w:line="300" w:lineRule="atLeast"/>
      <w:jc w:val="both"/>
    </w:pPr>
    <w:rPr>
      <w:rFonts w:ascii="Arial" w:hAnsi="Arial"/>
      <w:color w:val="000000"/>
      <w:sz w:val="22"/>
    </w:rPr>
  </w:style>
  <w:style w:type="paragraph" w:customStyle="1" w:styleId="odrazsl">
    <w:name w:val="odraz čísl"/>
    <w:basedOn w:val="odraztext"/>
    <w:rsid w:val="008D153B"/>
    <w:pPr>
      <w:spacing w:before="100"/>
      <w:ind w:left="568" w:hanging="284"/>
    </w:pPr>
  </w:style>
  <w:style w:type="paragraph" w:styleId="Rozloendokumentu">
    <w:name w:val="Document Map"/>
    <w:basedOn w:val="Normln"/>
    <w:semiHidden/>
    <w:rsid w:val="008D153B"/>
    <w:pPr>
      <w:shd w:val="clear" w:color="auto" w:fill="000080"/>
    </w:pPr>
    <w:rPr>
      <w:rFonts w:ascii="Tahoma" w:hAnsi="Tahoma"/>
    </w:rPr>
  </w:style>
  <w:style w:type="paragraph" w:customStyle="1" w:styleId="seznamsodr3">
    <w:name w:val="seznam s odr. 3"/>
    <w:basedOn w:val="Seznamsodrkami"/>
    <w:rsid w:val="008D153B"/>
    <w:pPr>
      <w:numPr>
        <w:numId w:val="0"/>
      </w:numPr>
      <w:spacing w:after="0"/>
      <w:ind w:left="1871" w:hanging="170"/>
    </w:pPr>
  </w:style>
  <w:style w:type="paragraph" w:customStyle="1" w:styleId="odsazseznamsodr">
    <w:name w:val="odsaz. seznam s odr."/>
    <w:basedOn w:val="Seznamsodrkami"/>
    <w:rsid w:val="008D153B"/>
    <w:pPr>
      <w:numPr>
        <w:numId w:val="0"/>
      </w:numPr>
    </w:pPr>
  </w:style>
  <w:style w:type="character" w:styleId="slostrnky">
    <w:name w:val="page number"/>
    <w:basedOn w:val="Standardnpsmoodstavce"/>
    <w:semiHidden/>
    <w:rsid w:val="008D153B"/>
  </w:style>
  <w:style w:type="paragraph" w:styleId="Zkladntext2">
    <w:name w:val="Body Text 2"/>
    <w:basedOn w:val="Normln"/>
    <w:semiHidden/>
    <w:rsid w:val="008D153B"/>
    <w:pPr>
      <w:spacing w:before="120"/>
    </w:pPr>
    <w:rPr>
      <w:b/>
      <w:sz w:val="36"/>
    </w:rPr>
  </w:style>
  <w:style w:type="paragraph" w:customStyle="1" w:styleId="Texttabulky">
    <w:name w:val="Text tabulky"/>
    <w:rsid w:val="008D153B"/>
    <w:pPr>
      <w:jc w:val="both"/>
    </w:pPr>
    <w:rPr>
      <w:color w:val="000000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1DF"/>
    <w:rPr>
      <w:rFonts w:ascii="Tahoma" w:hAnsi="Tahoma" w:cs="Tahoma"/>
      <w:bCs/>
      <w:color w:val="003399"/>
      <w:sz w:val="16"/>
      <w:szCs w:val="16"/>
    </w:rPr>
  </w:style>
  <w:style w:type="paragraph" w:customStyle="1" w:styleId="titulVD">
    <w:name w:val="titul_VD"/>
    <w:basedOn w:val="Normln"/>
    <w:rsid w:val="00695C0A"/>
    <w:pPr>
      <w:spacing w:before="160" w:line="312" w:lineRule="auto"/>
      <w:ind w:firstLine="397"/>
      <w:jc w:val="center"/>
    </w:pPr>
    <w:rPr>
      <w:b/>
      <w:bCs w:val="0"/>
      <w:caps/>
      <w:color w:val="00008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el\Local%20Settings\Temporary%20Internet%20Files\OLK1\Tituln&#237;%20list%20zpr&#225;va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zpráva1</Template>
  <TotalTime>1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Prův. dopis k Dodatku č. 2 sml. 402/0007/97</vt:lpstr>
    </vt:vector>
  </TitlesOfParts>
  <Company>Vodní díla - TBD a.s.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Prův. dopis k Dodatku č. 2 sml. 402/0007/97</dc:title>
  <dc:subject/>
  <dc:creator>Karel</dc:creator>
  <cp:keywords/>
  <cp:lastModifiedBy>Vrubel Jan</cp:lastModifiedBy>
  <cp:revision>5</cp:revision>
  <cp:lastPrinted>2020-12-11T09:30:00Z</cp:lastPrinted>
  <dcterms:created xsi:type="dcterms:W3CDTF">2020-12-11T09:29:00Z</dcterms:created>
  <dcterms:modified xsi:type="dcterms:W3CDTF">2020-12-11T10:01:00Z</dcterms:modified>
</cp:coreProperties>
</file>